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E7D" w:rsidRDefault="00CF3E7D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ИСТОРИЈА СТОМАТОЛОГИЈЕ, 15</w:t>
      </w:r>
      <w:r w:rsidRPr="00874FB6">
        <w:rPr>
          <w:b/>
          <w:bCs/>
          <w:sz w:val="24"/>
          <w:szCs w:val="24"/>
        </w:rPr>
        <w:t>. НЕДЕЉА, ПИТАЊА</w:t>
      </w:r>
    </w:p>
    <w:p w:rsidR="00CF3E7D" w:rsidRDefault="00CF3E7D" w:rsidP="003E1597">
      <w:pPr>
        <w:spacing w:before="0"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Стоматолошка здравствена заштита на тлу Србије</w:t>
      </w:r>
    </w:p>
    <w:p w:rsidR="00CF3E7D" w:rsidRPr="008A064B" w:rsidRDefault="00CF3E7D" w:rsidP="003E1597">
      <w:pPr>
        <w:spacing w:before="0" w:after="0"/>
        <w:rPr>
          <w:b/>
          <w:bCs/>
          <w:sz w:val="24"/>
          <w:szCs w:val="24"/>
        </w:rPr>
      </w:pPr>
    </w:p>
    <w:p w:rsidR="00CF3E7D" w:rsidRPr="006401C9" w:rsidRDefault="00CF3E7D" w:rsidP="00FA6EB2">
      <w:pPr>
        <w:numPr>
          <w:ilvl w:val="0"/>
          <w:numId w:val="2"/>
        </w:numPr>
        <w:spacing w:before="0" w:after="0"/>
        <w:rPr>
          <w:sz w:val="24"/>
          <w:szCs w:val="24"/>
        </w:rPr>
      </w:pPr>
      <w:r>
        <w:rPr>
          <w:sz w:val="24"/>
          <w:szCs w:val="24"/>
        </w:rPr>
        <w:t>Зубна медицина у далекој прошлости - стоматологија данас.</w:t>
      </w:r>
    </w:p>
    <w:p w:rsidR="00CF3E7D" w:rsidRPr="006401C9" w:rsidRDefault="00CF3E7D" w:rsidP="00FA6EB2">
      <w:pPr>
        <w:numPr>
          <w:ilvl w:val="0"/>
          <w:numId w:val="2"/>
        </w:numPr>
        <w:spacing w:before="0" w:after="0"/>
        <w:rPr>
          <w:sz w:val="24"/>
          <w:szCs w:val="24"/>
        </w:rPr>
      </w:pPr>
      <w:r>
        <w:rPr>
          <w:sz w:val="24"/>
          <w:szCs w:val="24"/>
        </w:rPr>
        <w:t>Зубна медицина - реформе анатомије и хирургије, одонтологија и стоматологија.</w:t>
      </w:r>
    </w:p>
    <w:p w:rsidR="00CF3E7D" w:rsidRPr="002353CC" w:rsidRDefault="00CF3E7D" w:rsidP="00FA6EB2">
      <w:pPr>
        <w:numPr>
          <w:ilvl w:val="0"/>
          <w:numId w:val="2"/>
        </w:numPr>
        <w:spacing w:before="0" w:after="0"/>
        <w:rPr>
          <w:sz w:val="24"/>
          <w:szCs w:val="24"/>
        </w:rPr>
      </w:pPr>
      <w:r>
        <w:rPr>
          <w:sz w:val="24"/>
          <w:szCs w:val="24"/>
        </w:rPr>
        <w:t>Чиме се данас, бави стоматологија и који су јој стари називи?</w:t>
      </w:r>
    </w:p>
    <w:p w:rsidR="00CF3E7D" w:rsidRPr="006401C9" w:rsidRDefault="00CF3E7D" w:rsidP="00FA6EB2">
      <w:pPr>
        <w:numPr>
          <w:ilvl w:val="0"/>
          <w:numId w:val="2"/>
        </w:numPr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Почеци зубе медицине - словенско племе у V и VI веку. </w:t>
      </w:r>
    </w:p>
    <w:p w:rsidR="00CF3E7D" w:rsidRPr="006401C9" w:rsidRDefault="00CF3E7D" w:rsidP="00FA6EB2">
      <w:pPr>
        <w:numPr>
          <w:ilvl w:val="0"/>
          <w:numId w:val="2"/>
        </w:numPr>
        <w:spacing w:before="0" w:after="0"/>
        <w:rPr>
          <w:sz w:val="24"/>
          <w:szCs w:val="24"/>
        </w:rPr>
      </w:pPr>
      <w:r>
        <w:rPr>
          <w:sz w:val="24"/>
          <w:szCs w:val="24"/>
        </w:rPr>
        <w:t>Почеци зубне медицине - развој српске државе почетком XII века.</w:t>
      </w:r>
    </w:p>
    <w:p w:rsidR="00CF3E7D" w:rsidRPr="006401C9" w:rsidRDefault="00CF3E7D" w:rsidP="00FA6EB2">
      <w:pPr>
        <w:numPr>
          <w:ilvl w:val="0"/>
          <w:numId w:val="2"/>
        </w:numPr>
        <w:spacing w:before="0" w:after="0"/>
        <w:rPr>
          <w:sz w:val="24"/>
          <w:szCs w:val="24"/>
        </w:rPr>
      </w:pPr>
      <w:r>
        <w:rPr>
          <w:sz w:val="24"/>
          <w:szCs w:val="24"/>
        </w:rPr>
        <w:t>Почеци зубне медицине - Хиландарски медицински кодекс.</w:t>
      </w:r>
    </w:p>
    <w:p w:rsidR="00CF3E7D" w:rsidRDefault="00CF3E7D" w:rsidP="00FA6EB2">
      <w:pPr>
        <w:numPr>
          <w:ilvl w:val="0"/>
          <w:numId w:val="2"/>
        </w:numPr>
        <w:spacing w:before="0" w:after="0"/>
        <w:rPr>
          <w:sz w:val="24"/>
          <w:szCs w:val="24"/>
        </w:rPr>
      </w:pPr>
      <w:r>
        <w:rPr>
          <w:sz w:val="24"/>
          <w:szCs w:val="24"/>
        </w:rPr>
        <w:t>Почеци зубне медицине - Ходошки зборник.</w:t>
      </w:r>
    </w:p>
    <w:p w:rsidR="00CF3E7D" w:rsidRPr="00437ECC" w:rsidRDefault="00CF3E7D" w:rsidP="00FA6EB2">
      <w:pPr>
        <w:numPr>
          <w:ilvl w:val="0"/>
          <w:numId w:val="2"/>
        </w:numPr>
        <w:spacing w:before="0" w:after="0"/>
        <w:rPr>
          <w:sz w:val="24"/>
          <w:szCs w:val="24"/>
        </w:rPr>
      </w:pPr>
      <w:r>
        <w:rPr>
          <w:sz w:val="24"/>
          <w:szCs w:val="24"/>
        </w:rPr>
        <w:t>Средњевековна Европа - хирурзи и стање уста и стање зуба.</w:t>
      </w:r>
    </w:p>
    <w:p w:rsidR="00CF3E7D" w:rsidRPr="006401C9" w:rsidRDefault="00CF3E7D" w:rsidP="00FA6EB2">
      <w:pPr>
        <w:numPr>
          <w:ilvl w:val="0"/>
          <w:numId w:val="2"/>
        </w:numPr>
        <w:spacing w:before="0" w:after="0"/>
        <w:rPr>
          <w:sz w:val="24"/>
          <w:szCs w:val="24"/>
        </w:rPr>
      </w:pPr>
      <w:r>
        <w:rPr>
          <w:sz w:val="24"/>
          <w:szCs w:val="24"/>
        </w:rPr>
        <w:t>Почеци зубне медицине у средњевековној Србији.</w:t>
      </w:r>
    </w:p>
    <w:p w:rsidR="00CF3E7D" w:rsidRPr="006401C9" w:rsidRDefault="00CF3E7D" w:rsidP="00FA6EB2">
      <w:pPr>
        <w:numPr>
          <w:ilvl w:val="0"/>
          <w:numId w:val="2"/>
        </w:numPr>
        <w:spacing w:before="0" w:after="0"/>
        <w:rPr>
          <w:sz w:val="24"/>
          <w:szCs w:val="24"/>
        </w:rPr>
      </w:pPr>
      <w:r>
        <w:rPr>
          <w:sz w:val="24"/>
          <w:szCs w:val="24"/>
        </w:rPr>
        <w:t>Почеци зубне медицине у Котору од 1186. до 1371. године.</w:t>
      </w:r>
    </w:p>
    <w:p w:rsidR="00CF3E7D" w:rsidRPr="006401C9" w:rsidRDefault="00CF3E7D" w:rsidP="00FA6EB2">
      <w:pPr>
        <w:numPr>
          <w:ilvl w:val="0"/>
          <w:numId w:val="2"/>
        </w:numPr>
        <w:spacing w:before="0" w:after="0"/>
        <w:rPr>
          <w:sz w:val="24"/>
          <w:szCs w:val="24"/>
        </w:rPr>
      </w:pPr>
      <w:r>
        <w:rPr>
          <w:sz w:val="24"/>
          <w:szCs w:val="24"/>
        </w:rPr>
        <w:t>Зубна медицина и најезда турака. Зубна медицина  XIX  века - Хатишериф од 1830. године.</w:t>
      </w:r>
    </w:p>
    <w:p w:rsidR="00CF3E7D" w:rsidRPr="006401C9" w:rsidRDefault="00CF3E7D" w:rsidP="00FA6EB2">
      <w:pPr>
        <w:numPr>
          <w:ilvl w:val="0"/>
          <w:numId w:val="2"/>
        </w:numPr>
        <w:spacing w:before="0" w:after="0"/>
        <w:rPr>
          <w:sz w:val="24"/>
          <w:szCs w:val="24"/>
        </w:rPr>
      </w:pPr>
      <w:r>
        <w:rPr>
          <w:sz w:val="24"/>
          <w:szCs w:val="24"/>
        </w:rPr>
        <w:t>Зубни лекар - Илија Ранимир из XIX  века.</w:t>
      </w:r>
    </w:p>
    <w:p w:rsidR="00CF3E7D" w:rsidRPr="006401C9" w:rsidRDefault="00CF3E7D" w:rsidP="00FA6EB2">
      <w:pPr>
        <w:numPr>
          <w:ilvl w:val="0"/>
          <w:numId w:val="2"/>
        </w:numPr>
        <w:spacing w:before="0" w:after="0"/>
        <w:rPr>
          <w:sz w:val="24"/>
          <w:szCs w:val="24"/>
        </w:rPr>
      </w:pPr>
      <w:r>
        <w:rPr>
          <w:sz w:val="24"/>
          <w:szCs w:val="24"/>
        </w:rPr>
        <w:t>Професор за судску медицину Аћим Медовић.</w:t>
      </w:r>
    </w:p>
    <w:p w:rsidR="00CF3E7D" w:rsidRPr="001739AF" w:rsidRDefault="00CF3E7D" w:rsidP="00FA6EB2">
      <w:pPr>
        <w:numPr>
          <w:ilvl w:val="0"/>
          <w:numId w:val="2"/>
        </w:numPr>
        <w:spacing w:before="0" w:after="0"/>
        <w:rPr>
          <w:sz w:val="24"/>
          <w:szCs w:val="24"/>
        </w:rPr>
      </w:pPr>
      <w:r>
        <w:rPr>
          <w:sz w:val="24"/>
          <w:szCs w:val="24"/>
        </w:rPr>
        <w:t>Које зубне лекаре, Србија добија почетком XX века?</w:t>
      </w:r>
    </w:p>
    <w:p w:rsidR="00CF3E7D" w:rsidRPr="008438DE" w:rsidRDefault="00CF3E7D" w:rsidP="00FA6EB2">
      <w:pPr>
        <w:numPr>
          <w:ilvl w:val="0"/>
          <w:numId w:val="2"/>
        </w:numPr>
        <w:spacing w:before="0" w:after="0"/>
        <w:rPr>
          <w:sz w:val="24"/>
          <w:szCs w:val="24"/>
        </w:rPr>
      </w:pPr>
      <w:r>
        <w:rPr>
          <w:sz w:val="24"/>
          <w:szCs w:val="24"/>
        </w:rPr>
        <w:t>Стоматологија</w:t>
      </w:r>
      <w:r w:rsidRPr="00BC1458">
        <w:rPr>
          <w:sz w:val="24"/>
          <w:szCs w:val="24"/>
        </w:rPr>
        <w:t xml:space="preserve"> </w:t>
      </w:r>
      <w:r>
        <w:rPr>
          <w:sz w:val="24"/>
          <w:szCs w:val="24"/>
        </w:rPr>
        <w:t>XX века - Анастасије Пуљо.</w:t>
      </w:r>
    </w:p>
    <w:p w:rsidR="00CF3E7D" w:rsidRPr="00E37269" w:rsidRDefault="00CF3E7D" w:rsidP="00FA6EB2">
      <w:pPr>
        <w:numPr>
          <w:ilvl w:val="0"/>
          <w:numId w:val="2"/>
        </w:numPr>
        <w:spacing w:before="0" w:after="0"/>
        <w:rPr>
          <w:sz w:val="24"/>
          <w:szCs w:val="24"/>
        </w:rPr>
      </w:pPr>
      <w:r>
        <w:rPr>
          <w:sz w:val="24"/>
          <w:szCs w:val="24"/>
        </w:rPr>
        <w:t>Стоматологија XX века - Зубно одељење у Београду и Санитетски закон.</w:t>
      </w:r>
    </w:p>
    <w:p w:rsidR="00CF3E7D" w:rsidRPr="004A0473" w:rsidRDefault="00CF3E7D" w:rsidP="00FA6EB2">
      <w:pPr>
        <w:numPr>
          <w:ilvl w:val="0"/>
          <w:numId w:val="2"/>
        </w:numPr>
        <w:spacing w:before="0" w:after="0"/>
        <w:rPr>
          <w:sz w:val="24"/>
          <w:szCs w:val="24"/>
        </w:rPr>
      </w:pPr>
      <w:r>
        <w:rPr>
          <w:sz w:val="24"/>
          <w:szCs w:val="24"/>
        </w:rPr>
        <w:t>Стоматологија XX века - године између два Светска рата.</w:t>
      </w:r>
    </w:p>
    <w:p w:rsidR="00CF3E7D" w:rsidRPr="006C2337" w:rsidRDefault="00CF3E7D" w:rsidP="00FA6EB2">
      <w:pPr>
        <w:numPr>
          <w:ilvl w:val="0"/>
          <w:numId w:val="2"/>
        </w:numPr>
        <w:spacing w:before="0" w:after="0"/>
        <w:rPr>
          <w:sz w:val="24"/>
          <w:szCs w:val="24"/>
        </w:rPr>
      </w:pPr>
      <w:r>
        <w:rPr>
          <w:sz w:val="24"/>
          <w:szCs w:val="24"/>
        </w:rPr>
        <w:t>Циљеви српских зубних лекара у Међународном удружењу стоматаолога.</w:t>
      </w:r>
    </w:p>
    <w:p w:rsidR="00CF3E7D" w:rsidRPr="002935BD" w:rsidRDefault="00CF3E7D" w:rsidP="00FA6EB2">
      <w:pPr>
        <w:numPr>
          <w:ilvl w:val="0"/>
          <w:numId w:val="2"/>
        </w:numPr>
        <w:spacing w:before="0" w:after="0"/>
        <w:rPr>
          <w:sz w:val="24"/>
          <w:szCs w:val="24"/>
        </w:rPr>
      </w:pPr>
      <w:r>
        <w:rPr>
          <w:sz w:val="24"/>
          <w:szCs w:val="24"/>
        </w:rPr>
        <w:t>Збрињавање максилофацијалних повреда у Балканским ратовима у Београду и Нишу.</w:t>
      </w:r>
    </w:p>
    <w:p w:rsidR="00CF3E7D" w:rsidRPr="002935BD" w:rsidRDefault="00CF3E7D" w:rsidP="00FA6EB2">
      <w:pPr>
        <w:numPr>
          <w:ilvl w:val="0"/>
          <w:numId w:val="2"/>
        </w:numPr>
        <w:spacing w:before="0" w:after="0"/>
        <w:rPr>
          <w:sz w:val="24"/>
          <w:szCs w:val="24"/>
        </w:rPr>
      </w:pPr>
      <w:r>
        <w:rPr>
          <w:sz w:val="24"/>
          <w:szCs w:val="24"/>
        </w:rPr>
        <w:t>Анастасије Пуљо, његово пионирско место у развоју стоматологије?</w:t>
      </w:r>
    </w:p>
    <w:p w:rsidR="00CF3E7D" w:rsidRPr="002935BD" w:rsidRDefault="00CF3E7D" w:rsidP="00FA6EB2">
      <w:pPr>
        <w:numPr>
          <w:ilvl w:val="0"/>
          <w:numId w:val="2"/>
        </w:numPr>
        <w:spacing w:before="0" w:after="0"/>
        <w:rPr>
          <w:sz w:val="24"/>
          <w:szCs w:val="24"/>
        </w:rPr>
      </w:pPr>
      <w:r>
        <w:rPr>
          <w:sz w:val="24"/>
          <w:szCs w:val="24"/>
        </w:rPr>
        <w:t>Стоматолошка секција у уквиру СЛД-а.</w:t>
      </w:r>
    </w:p>
    <w:p w:rsidR="00CF3E7D" w:rsidRPr="002935BD" w:rsidRDefault="00CF3E7D" w:rsidP="00FA6EB2">
      <w:pPr>
        <w:numPr>
          <w:ilvl w:val="0"/>
          <w:numId w:val="2"/>
        </w:numPr>
        <w:spacing w:before="0" w:after="0"/>
        <w:rPr>
          <w:sz w:val="24"/>
          <w:szCs w:val="24"/>
        </w:rPr>
      </w:pPr>
      <w:r>
        <w:rPr>
          <w:sz w:val="24"/>
          <w:szCs w:val="24"/>
        </w:rPr>
        <w:t>Стоматологија у Београду после II светског рата.</w:t>
      </w:r>
    </w:p>
    <w:p w:rsidR="00CF3E7D" w:rsidRDefault="00CF3E7D" w:rsidP="00FA6EB2">
      <w:pPr>
        <w:numPr>
          <w:ilvl w:val="0"/>
          <w:numId w:val="2"/>
        </w:numPr>
        <w:spacing w:before="0" w:after="0"/>
        <w:rPr>
          <w:sz w:val="24"/>
          <w:szCs w:val="24"/>
        </w:rPr>
      </w:pPr>
      <w:r>
        <w:rPr>
          <w:sz w:val="24"/>
          <w:szCs w:val="24"/>
        </w:rPr>
        <w:t>Стоматолошки факултети у Србији, данас.</w:t>
      </w:r>
    </w:p>
    <w:p w:rsidR="00CF3E7D" w:rsidRPr="00F00BBE" w:rsidRDefault="00CF3E7D" w:rsidP="00FA6EB2">
      <w:pPr>
        <w:numPr>
          <w:ilvl w:val="0"/>
          <w:numId w:val="2"/>
        </w:numPr>
        <w:spacing w:before="0" w:after="0"/>
        <w:rPr>
          <w:sz w:val="24"/>
          <w:szCs w:val="24"/>
        </w:rPr>
      </w:pPr>
      <w:r>
        <w:rPr>
          <w:sz w:val="24"/>
          <w:szCs w:val="24"/>
          <w:lang/>
        </w:rPr>
        <w:t>Стоматолошка здравствена заштита данас.</w:t>
      </w:r>
    </w:p>
    <w:p w:rsidR="00CF3E7D" w:rsidRPr="00391424" w:rsidRDefault="00CF3E7D" w:rsidP="006565B4">
      <w:pPr>
        <w:spacing w:before="0" w:after="0"/>
        <w:rPr>
          <w:sz w:val="24"/>
          <w:szCs w:val="24"/>
        </w:rPr>
      </w:pPr>
    </w:p>
    <w:p w:rsidR="00CF3E7D" w:rsidRPr="006565B4" w:rsidRDefault="00CF3E7D" w:rsidP="008B3C0E">
      <w:pPr>
        <w:spacing w:before="0" w:after="0"/>
        <w:rPr>
          <w:sz w:val="24"/>
          <w:szCs w:val="24"/>
        </w:rPr>
      </w:pPr>
    </w:p>
    <w:p w:rsidR="00CF3E7D" w:rsidRPr="008B3C0E" w:rsidRDefault="00CF3E7D" w:rsidP="00874FB6">
      <w:pPr>
        <w:spacing w:before="0" w:after="0"/>
        <w:rPr>
          <w:sz w:val="24"/>
          <w:szCs w:val="24"/>
        </w:rPr>
      </w:pPr>
    </w:p>
    <w:p w:rsidR="00CF3E7D" w:rsidRPr="00DA4E95" w:rsidRDefault="00CF3E7D" w:rsidP="00874FB6">
      <w:pPr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CF3E7D" w:rsidRPr="00874FB6" w:rsidRDefault="00CF3E7D">
      <w:pPr>
        <w:rPr>
          <w:sz w:val="24"/>
          <w:szCs w:val="24"/>
        </w:rPr>
      </w:pPr>
    </w:p>
    <w:sectPr w:rsidR="00CF3E7D" w:rsidRPr="00874FB6" w:rsidSect="00307F3E">
      <w:pgSz w:w="11907" w:h="16839" w:code="9"/>
      <w:pgMar w:top="1418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A5544"/>
    <w:multiLevelType w:val="hybridMultilevel"/>
    <w:tmpl w:val="142C482C"/>
    <w:lvl w:ilvl="0" w:tplc="2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8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8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9370BE8"/>
    <w:multiLevelType w:val="hybridMultilevel"/>
    <w:tmpl w:val="C616F728"/>
    <w:lvl w:ilvl="0" w:tplc="2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8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defaultTabStop w:val="720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4FB6"/>
    <w:rsid w:val="00087BB3"/>
    <w:rsid w:val="001739AF"/>
    <w:rsid w:val="002353CC"/>
    <w:rsid w:val="00266152"/>
    <w:rsid w:val="002935BD"/>
    <w:rsid w:val="00297119"/>
    <w:rsid w:val="00304060"/>
    <w:rsid w:val="00307F3E"/>
    <w:rsid w:val="00315A96"/>
    <w:rsid w:val="00333FA6"/>
    <w:rsid w:val="00384375"/>
    <w:rsid w:val="00391424"/>
    <w:rsid w:val="003B7146"/>
    <w:rsid w:val="003E1597"/>
    <w:rsid w:val="003E5CFA"/>
    <w:rsid w:val="004105CB"/>
    <w:rsid w:val="00437671"/>
    <w:rsid w:val="00437ECC"/>
    <w:rsid w:val="00481643"/>
    <w:rsid w:val="00481F06"/>
    <w:rsid w:val="00491C59"/>
    <w:rsid w:val="004A0473"/>
    <w:rsid w:val="0051553A"/>
    <w:rsid w:val="00516E74"/>
    <w:rsid w:val="005320DD"/>
    <w:rsid w:val="00571070"/>
    <w:rsid w:val="00574668"/>
    <w:rsid w:val="00584A4D"/>
    <w:rsid w:val="005B48D1"/>
    <w:rsid w:val="005B6A4E"/>
    <w:rsid w:val="005C092F"/>
    <w:rsid w:val="005D3F87"/>
    <w:rsid w:val="005F78AC"/>
    <w:rsid w:val="00601795"/>
    <w:rsid w:val="00601F52"/>
    <w:rsid w:val="006401C9"/>
    <w:rsid w:val="006565B4"/>
    <w:rsid w:val="00687092"/>
    <w:rsid w:val="006C2337"/>
    <w:rsid w:val="00722D10"/>
    <w:rsid w:val="00733F85"/>
    <w:rsid w:val="00746DCA"/>
    <w:rsid w:val="00767661"/>
    <w:rsid w:val="007B49B9"/>
    <w:rsid w:val="008438DE"/>
    <w:rsid w:val="00874FB6"/>
    <w:rsid w:val="008A064B"/>
    <w:rsid w:val="008B3C0E"/>
    <w:rsid w:val="008E21D7"/>
    <w:rsid w:val="008F7502"/>
    <w:rsid w:val="0094384E"/>
    <w:rsid w:val="00954562"/>
    <w:rsid w:val="00A052CC"/>
    <w:rsid w:val="00A103A2"/>
    <w:rsid w:val="00A4690D"/>
    <w:rsid w:val="00A52582"/>
    <w:rsid w:val="00A57A54"/>
    <w:rsid w:val="00AA5DD4"/>
    <w:rsid w:val="00B1184F"/>
    <w:rsid w:val="00B22619"/>
    <w:rsid w:val="00BA4590"/>
    <w:rsid w:val="00BC1458"/>
    <w:rsid w:val="00BD6FB4"/>
    <w:rsid w:val="00C15F10"/>
    <w:rsid w:val="00C53ED5"/>
    <w:rsid w:val="00C6518D"/>
    <w:rsid w:val="00C93988"/>
    <w:rsid w:val="00CF1B13"/>
    <w:rsid w:val="00CF3E7D"/>
    <w:rsid w:val="00D73CE7"/>
    <w:rsid w:val="00D87061"/>
    <w:rsid w:val="00D93495"/>
    <w:rsid w:val="00DA4E95"/>
    <w:rsid w:val="00DC4472"/>
    <w:rsid w:val="00E23F2C"/>
    <w:rsid w:val="00E37269"/>
    <w:rsid w:val="00E37A2C"/>
    <w:rsid w:val="00E765EB"/>
    <w:rsid w:val="00F00BBE"/>
    <w:rsid w:val="00F078E8"/>
    <w:rsid w:val="00F208F9"/>
    <w:rsid w:val="00FA6EB2"/>
    <w:rsid w:val="00FE60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4590"/>
    <w:pPr>
      <w:spacing w:before="360" w:after="360"/>
      <w:jc w:val="both"/>
    </w:pPr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53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1</Pages>
  <Words>214</Words>
  <Characters>1223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</dc:creator>
  <cp:keywords/>
  <dc:description/>
  <cp:lastModifiedBy>Sanja</cp:lastModifiedBy>
  <cp:revision>6</cp:revision>
  <dcterms:created xsi:type="dcterms:W3CDTF">2016-11-30T22:41:00Z</dcterms:created>
  <dcterms:modified xsi:type="dcterms:W3CDTF">2017-02-06T00:31:00Z</dcterms:modified>
</cp:coreProperties>
</file>